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00815e2714da42da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 xml:space="preserve" xml:embedTrueTypeFonts="1">
  <w:body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0" name="Picture 100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spect="0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1" name="Picture 101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1" name="Picture 101"/>
                    <pic:cNvPicPr>
                      <a:picLocks noChangeAspect="0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2" name="Picture 102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2" name="Picture 102"/>
                    <pic:cNvPicPr>
                      <a:picLocks noChangeAspect="0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3" name="Picture 103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3" name="Picture 103"/>
                    <pic:cNvPicPr>
                      <a:picLocks noChangeAspect="0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4" name="Picture 104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4" name="Picture 104"/>
                    <pic:cNvPicPr>
                      <a:picLocks noChangeAspect="0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5" name="Picture 105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5" name="Picture 105"/>
                    <pic:cNvPicPr>
                      <a:picLocks noChangeAspect="0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6" name="Picture 106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6" name="Picture 106"/>
                    <pic:cNvPicPr>
                      <a:picLocks noChangeAspect="0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7" name="Picture 107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7" name="Picture 107"/>
                    <pic:cNvPicPr>
                      <a:picLocks noChangeAspect="0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8" name="Picture 108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8" name="Picture 108"/>
                    <pic:cNvPicPr>
                      <a:picLocks noChangeAspect="0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09" name="Picture 109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9" name="Picture 109"/>
                    <pic:cNvPicPr>
                      <a:picLocks noChangeAspect="0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>
      <w:r>
        <w:drawing>
          <wp:anchor simplePos="0" relativeHeight="251658242" behindDoc="0" locked="0" layoutInCell="1" allowOverlap="1">
            <wp:simplePos x="0" y="0"/>
            <wp:positionH relativeFrom="page">
              <wp:posOffset>194303</wp:posOffset>
            </wp:positionH>
            <wp:positionV relativeFrom="page">
              <wp:posOffset>173259</wp:posOffset>
            </wp:positionV>
            <wp:extent cx="4452053" cy="7151009"/>
            <wp:effectExtent l="0" t="0" r="0" b="0"/>
            <wp:wrapNone/>
            <wp:docPr id="110" name="Picture 110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10" name="Picture 110"/>
                    <pic:cNvPicPr>
                      <a:picLocks noChangeAspect="0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52053" cy="7151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type w:val="continuous"/>
      <w:pgSz w:w="7663" w:h="12028"/>
      <w:pgMar w:top="343" w:right="500" w:bottom="275" w:left="4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59"/>
      <w:ind w:left="511"/>
    </w:pPr>
    <w:rPr>
      <w:rFonts w:ascii="Algerian" w:hAnsi="Algerian" w:eastAsia="Algeri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  <w:style w:type="table" w:styleId="TableGrid">
    <w:name w:val="Table Grid"/>
    <w:basedOn w:val="TableNormal"/>
    <w:uiPriority w:val="59"/>
    <w:rsid w:val="00D96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100" Type="http://schemas.openxmlformats.org/officeDocument/2006/relationships/image" Target="media/image100.png"/><Relationship Id="rId101" Type="http://schemas.openxmlformats.org/officeDocument/2006/relationships/image" Target="media/image101.png"/><Relationship Id="rId102" Type="http://schemas.openxmlformats.org/officeDocument/2006/relationships/image" Target="media/image102.png"/><Relationship Id="rId103" Type="http://schemas.openxmlformats.org/officeDocument/2006/relationships/image" Target="media/image103.png"/><Relationship Id="rId104" Type="http://schemas.openxmlformats.org/officeDocument/2006/relationships/image" Target="media/image104.png"/><Relationship Id="rId105" Type="http://schemas.openxmlformats.org/officeDocument/2006/relationships/image" Target="media/image105.png"/><Relationship Id="rId106" Type="http://schemas.openxmlformats.org/officeDocument/2006/relationships/image" Target="media/image106.png"/><Relationship Id="rId107" Type="http://schemas.openxmlformats.org/officeDocument/2006/relationships/image" Target="media/image107.png"/><Relationship Id="rId108" Type="http://schemas.openxmlformats.org/officeDocument/2006/relationships/image" Target="media/image108.png"/><Relationship Id="rId109" Type="http://schemas.openxmlformats.org/officeDocument/2006/relationships/image" Target="media/image109.png"/><Relationship Id="rId110" Type="http://schemas.openxmlformats.org/officeDocument/2006/relationships/image" Target="media/image1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1423159</vt:lpwstr>
  </property>
  <property fmtid="{D5CDD505-2E9C-101B-9397-08002B2CF9AE}" pid="4" name="OptimizationTime">
    <vt:lpwstr>20220627_1522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2022-06-27T12:19:30Z</dcterms:created>
  <dcterms:modified xsi:type="dcterms:W3CDTF">2022-06-27T12:19:30Z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